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E6938" w14:textId="77777777" w:rsidR="00323DC9" w:rsidRDefault="00000000">
      <w:pPr>
        <w:spacing w:after="0" w:line="240" w:lineRule="auto"/>
        <w:ind w:firstLine="9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Mokinių projektinių darbų organizavimo tvarkos                                             </w:t>
      </w:r>
    </w:p>
    <w:p w14:paraId="0D677864" w14:textId="77777777" w:rsidR="00323DC9" w:rsidRDefault="00000000">
      <w:pPr>
        <w:spacing w:after="0" w:line="240" w:lineRule="auto"/>
        <w:ind w:firstLine="9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priedas </w:t>
      </w:r>
    </w:p>
    <w:p w14:paraId="55824F25" w14:textId="77777777" w:rsidR="00323DC9" w:rsidRDefault="00323DC9">
      <w:pPr>
        <w:spacing w:after="0" w:line="247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3232ED6" w14:textId="77777777" w:rsidR="00323DC9" w:rsidRDefault="00323DC9">
      <w:pPr>
        <w:spacing w:after="0" w:line="247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7C88CE6" w14:textId="77777777" w:rsidR="00323DC9" w:rsidRDefault="00323DC9">
      <w:pPr>
        <w:spacing w:after="0" w:line="247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3D2467F" w14:textId="77777777" w:rsidR="00323DC9" w:rsidRDefault="00000000">
      <w:pPr>
        <w:spacing w:after="0" w:line="247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MARIJAMPOLĖS „RYTO“ PAGRINDINĖ MOKYKLA</w:t>
      </w:r>
    </w:p>
    <w:p w14:paraId="14E7591F" w14:textId="77777777" w:rsidR="00323DC9" w:rsidRDefault="00000000">
      <w:pPr>
        <w:spacing w:after="0" w:line="247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 KLASĖS MOKINIŲ PROJEKTINIŲ DARBŲ VERTINIMAS</w:t>
      </w:r>
    </w:p>
    <w:p w14:paraId="0A52ABB8" w14:textId="77777777" w:rsidR="00323DC9" w:rsidRDefault="00000000">
      <w:pPr>
        <w:spacing w:after="0" w:line="247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202...-202...... MOKSLO METAI</w:t>
      </w:r>
    </w:p>
    <w:p w14:paraId="209260D3" w14:textId="77777777" w:rsidR="00323DC9" w:rsidRDefault="00323DC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4"/>
        <w:gridCol w:w="2352"/>
        <w:gridCol w:w="4252"/>
        <w:gridCol w:w="1276"/>
        <w:gridCol w:w="1134"/>
        <w:gridCol w:w="992"/>
        <w:gridCol w:w="1134"/>
        <w:gridCol w:w="1283"/>
        <w:gridCol w:w="992"/>
      </w:tblGrid>
      <w:tr w:rsidR="00323DC9" w14:paraId="454A6F86" w14:textId="77777777">
        <w:tblPrEx>
          <w:tblCellMar>
            <w:top w:w="0" w:type="dxa"/>
            <w:bottom w:w="0" w:type="dxa"/>
          </w:tblCellMar>
        </w:tblPrEx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95439" w14:textId="77777777" w:rsidR="00323DC9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Eil. Nr.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0D2D1" w14:textId="77777777" w:rsidR="00323DC9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Vardas, pavardė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47A09" w14:textId="77777777" w:rsidR="00323DC9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Projekto pavadinimas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A8A82" w14:textId="77777777" w:rsidR="00323DC9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Darbo atlikimas pagal planą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04B9C" w14:textId="77777777" w:rsidR="00323DC9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Sukurto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produk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-to verti-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nimas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163DB" w14:textId="77777777" w:rsidR="00323DC9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Rašto darbo verti-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nimas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0ADA3" w14:textId="77777777" w:rsidR="00323DC9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Prista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-tymo žodžiu verti-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nimas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22167" w14:textId="77777777" w:rsidR="00323DC9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Bendras</w:t>
            </w:r>
          </w:p>
          <w:p w14:paraId="3AE8486E" w14:textId="77777777" w:rsidR="00323DC9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surinktų taškų skaičius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F7FE5" w14:textId="77777777" w:rsidR="00323DC9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Pažy-mys</w:t>
            </w:r>
            <w:proofErr w:type="spellEnd"/>
          </w:p>
        </w:tc>
      </w:tr>
      <w:tr w:rsidR="00323DC9" w14:paraId="174EE6E4" w14:textId="77777777">
        <w:tblPrEx>
          <w:tblCellMar>
            <w:top w:w="0" w:type="dxa"/>
            <w:bottom w:w="0" w:type="dxa"/>
          </w:tblCellMar>
        </w:tblPrEx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40EB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85E07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BE02E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3E994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49455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B31E2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57CFF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930EE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702B0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23DC9" w14:paraId="65A8A505" w14:textId="77777777">
        <w:tblPrEx>
          <w:tblCellMar>
            <w:top w:w="0" w:type="dxa"/>
            <w:bottom w:w="0" w:type="dxa"/>
          </w:tblCellMar>
        </w:tblPrEx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C8135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5B9EE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A939D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DB1B1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6D455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C8331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1BF1F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E0B4F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4CA0F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23DC9" w14:paraId="606DC29B" w14:textId="77777777">
        <w:tblPrEx>
          <w:tblCellMar>
            <w:top w:w="0" w:type="dxa"/>
            <w:bottom w:w="0" w:type="dxa"/>
          </w:tblCellMar>
        </w:tblPrEx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FAF86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D6113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1F4FD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054A4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C0366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B4881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95EA4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0BB5A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05C9D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23DC9" w14:paraId="6DAA50DE" w14:textId="77777777">
        <w:tblPrEx>
          <w:tblCellMar>
            <w:top w:w="0" w:type="dxa"/>
            <w:bottom w:w="0" w:type="dxa"/>
          </w:tblCellMar>
        </w:tblPrEx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FB0C3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D1DBA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A5033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37006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D5233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734F5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79151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EA300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FF0EC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23DC9" w14:paraId="271D1EFA" w14:textId="77777777">
        <w:tblPrEx>
          <w:tblCellMar>
            <w:top w:w="0" w:type="dxa"/>
            <w:bottom w:w="0" w:type="dxa"/>
          </w:tblCellMar>
        </w:tblPrEx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4B43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D117F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50BE7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683CB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AEBB9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1DE0B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00A90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2037E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CAFB3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23DC9" w14:paraId="10049533" w14:textId="77777777">
        <w:tblPrEx>
          <w:tblCellMar>
            <w:top w:w="0" w:type="dxa"/>
            <w:bottom w:w="0" w:type="dxa"/>
          </w:tblCellMar>
        </w:tblPrEx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A1219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5022E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161EC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671F4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E619A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3211E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A6360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32DCC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0AF5F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23DC9" w14:paraId="0DC8A81A" w14:textId="77777777">
        <w:tblPrEx>
          <w:tblCellMar>
            <w:top w:w="0" w:type="dxa"/>
            <w:bottom w:w="0" w:type="dxa"/>
          </w:tblCellMar>
        </w:tblPrEx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C7629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DB1F4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093D1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378EA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2877D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4C87C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C2379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9BE6A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A99BC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23DC9" w14:paraId="0EA84B55" w14:textId="77777777">
        <w:tblPrEx>
          <w:tblCellMar>
            <w:top w:w="0" w:type="dxa"/>
            <w:bottom w:w="0" w:type="dxa"/>
          </w:tblCellMar>
        </w:tblPrEx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5A903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1C171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6CE5E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7961C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67F39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B7963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C8FF9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C2875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90B04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23DC9" w14:paraId="1D729168" w14:textId="77777777">
        <w:tblPrEx>
          <w:tblCellMar>
            <w:top w:w="0" w:type="dxa"/>
            <w:bottom w:w="0" w:type="dxa"/>
          </w:tblCellMar>
        </w:tblPrEx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EBC2A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5919D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025A0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0530D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EF117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3D141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F728C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A26B9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C5415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23DC9" w14:paraId="52819DFB" w14:textId="77777777">
        <w:tblPrEx>
          <w:tblCellMar>
            <w:top w:w="0" w:type="dxa"/>
            <w:bottom w:w="0" w:type="dxa"/>
          </w:tblCellMar>
        </w:tblPrEx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10C36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E4DC2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9D2A9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3664C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867B3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EFBB1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AA1F3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3A971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81671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23DC9" w14:paraId="5DD3E719" w14:textId="77777777">
        <w:tblPrEx>
          <w:tblCellMar>
            <w:top w:w="0" w:type="dxa"/>
            <w:bottom w:w="0" w:type="dxa"/>
          </w:tblCellMar>
        </w:tblPrEx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881D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0A9E3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22BC7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6419E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01973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D1C76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97984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77B99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D55DD" w14:textId="77777777" w:rsidR="00323DC9" w:rsidRDefault="0032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25558A24" w14:textId="77777777" w:rsidR="00323DC9" w:rsidRDefault="00323DC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DA15BAC" w14:textId="77777777" w:rsidR="00323DC9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Projekto vadovas      </w:t>
      </w:r>
    </w:p>
    <w:p w14:paraId="1246B219" w14:textId="77777777" w:rsidR="00323DC9" w:rsidRDefault="0000000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..............................................                                               ................................                                             ............................................</w:t>
      </w:r>
    </w:p>
    <w:p w14:paraId="3D2B300A" w14:textId="77777777" w:rsidR="00323DC9" w:rsidRDefault="00000000">
      <w:pPr>
        <w:jc w:val="both"/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(dalykas, kvalifikacinė kategorija)                                                          (parašas)                                                                   (vardas, pavardė)</w:t>
      </w:r>
    </w:p>
    <w:sectPr w:rsidR="00323DC9">
      <w:pgSz w:w="16838" w:h="11906" w:orient="landscape"/>
      <w:pgMar w:top="1701" w:right="1701" w:bottom="567" w:left="1134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541EC" w14:textId="77777777" w:rsidR="00276C34" w:rsidRDefault="00276C34">
      <w:pPr>
        <w:spacing w:after="0" w:line="240" w:lineRule="auto"/>
      </w:pPr>
      <w:r>
        <w:separator/>
      </w:r>
    </w:p>
  </w:endnote>
  <w:endnote w:type="continuationSeparator" w:id="0">
    <w:p w14:paraId="2D5C8D4C" w14:textId="77777777" w:rsidR="00276C34" w:rsidRDefault="00276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2F92B" w14:textId="77777777" w:rsidR="00276C34" w:rsidRDefault="00276C3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9ECB39B" w14:textId="77777777" w:rsidR="00276C34" w:rsidRDefault="00276C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23DC9"/>
    <w:rsid w:val="00276C34"/>
    <w:rsid w:val="00323DC9"/>
    <w:rsid w:val="00A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13781"/>
  <w15:docId w15:val="{77AFECB3-3881-4B10-89FE-20930746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611</Words>
  <Characters>349</Characters>
  <Application>Microsoft Office Word</Application>
  <DocSecurity>0</DocSecurity>
  <Lines>2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dc:description/>
  <cp:lastModifiedBy>JUOZAS MILIUS</cp:lastModifiedBy>
  <cp:revision>2</cp:revision>
  <cp:lastPrinted>2022-06-10T07:57:00Z</cp:lastPrinted>
  <dcterms:created xsi:type="dcterms:W3CDTF">2023-04-05T08:58:00Z</dcterms:created>
  <dcterms:modified xsi:type="dcterms:W3CDTF">2023-04-05T08:58:00Z</dcterms:modified>
</cp:coreProperties>
</file>